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408CB" w14:textId="513BCF7C" w:rsidR="00D4228D" w:rsidRPr="0095081D" w:rsidRDefault="00F82A61" w:rsidP="00D4228D">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id="0" w:name="_Toc499564342"/>
      <w:bookmarkStart w:id="1" w:name="_Toc499564365"/>
      <w:bookmarkStart w:id="2" w:name="_Toc499564758"/>
      <w:bookmarkStart w:id="3" w:name="_GoBack"/>
      <w:bookmarkEnd w:id="3"/>
      <w:r>
        <w:rPr>
          <w:rFonts w:eastAsia="Times New Roman" w:cs="Times New Roman"/>
          <w:b/>
          <w:szCs w:val="22"/>
          <w:lang w:eastAsia="cs-CZ"/>
        </w:rPr>
        <w:t>Příloha č. 2 S</w:t>
      </w:r>
      <w:r w:rsidR="00D4228D" w:rsidRPr="0095081D">
        <w:rPr>
          <w:rFonts w:eastAsia="Times New Roman" w:cs="Times New Roman"/>
          <w:b/>
          <w:szCs w:val="22"/>
          <w:lang w:eastAsia="cs-CZ"/>
        </w:rPr>
        <w:t>mlouvy o dílo</w:t>
      </w:r>
    </w:p>
    <w:p w14:paraId="7C4072B0" w14:textId="77777777" w:rsidR="005F4418" w:rsidRDefault="005F4418" w:rsidP="000B1FCB">
      <w:pPr>
        <w:pStyle w:val="Bezmezer"/>
      </w:pPr>
    </w:p>
    <w:p w14:paraId="7C4072B1" w14:textId="6446EE8E" w:rsidR="00E902EC" w:rsidRPr="00126412" w:rsidRDefault="00E902EC" w:rsidP="00D4228D">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00D4228D" w:rsidRPr="00D4228D">
        <w:rPr>
          <w:rFonts w:eastAsia="Times New Roman"/>
          <w:lang w:eastAsia="cs-CZ"/>
        </w:rPr>
        <w:t xml:space="preserve"> </w:t>
      </w:r>
      <w:r w:rsidR="00D4228D">
        <w:rPr>
          <w:rFonts w:eastAsia="Times New Roman"/>
          <w:lang w:eastAsia="cs-CZ"/>
        </w:rPr>
        <w:t>č</w:t>
      </w:r>
      <w:r w:rsidR="00D4228D" w:rsidRPr="00DE4EF5">
        <w:rPr>
          <w:rFonts w:eastAsia="Times New Roman"/>
          <w:lang w:eastAsia="cs-CZ"/>
        </w:rPr>
        <w:t>.</w:t>
      </w:r>
      <w:r w:rsidR="0093519C">
        <w:rPr>
          <w:rFonts w:eastAsia="Times New Roman"/>
          <w:lang w:eastAsia="cs-CZ"/>
        </w:rPr>
        <w:t xml:space="preserve"> </w:t>
      </w:r>
      <w:r w:rsidR="0093519C">
        <w:rPr>
          <w:rFonts w:eastAsia="Times New Roman"/>
          <w:lang w:val="en-US" w:eastAsia="cs-CZ"/>
        </w:rPr>
        <w:t>671VZ20-</w:t>
      </w:r>
      <w:r w:rsidR="00ED5C5C">
        <w:rPr>
          <w:rFonts w:eastAsia="Times New Roman"/>
          <w:lang w:val="en-US" w:eastAsia="cs-CZ"/>
        </w:rPr>
        <w:t>5</w:t>
      </w:r>
      <w:r w:rsidR="0093519C">
        <w:rPr>
          <w:rFonts w:eastAsia="Times New Roman"/>
          <w:lang w:val="en-US" w:eastAsia="cs-CZ"/>
        </w:rPr>
        <w:t>-00</w:t>
      </w:r>
      <w:r w:rsidR="00ED5C5C">
        <w:rPr>
          <w:rFonts w:eastAsia="Times New Roman"/>
          <w:lang w:val="en-US" w:eastAsia="cs-CZ"/>
        </w:rPr>
        <w:t>01</w:t>
      </w:r>
      <w:r>
        <w:rPr>
          <w:rFonts w:eastAsia="Times New Roman"/>
          <w:lang w:eastAsia="cs-CZ"/>
        </w:rPr>
        <w:t xml:space="preserve">        </w:t>
      </w:r>
    </w:p>
    <w:p w14:paraId="7C4072B2"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3"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4"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5"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C4072B6"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7C4072B7"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7C4072B8"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9"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7C4072BA"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B"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7C4072BC"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D"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E"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7C4072BF"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7C4072C0"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1"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7C4072C2"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3"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7C4072C4"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5"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7C4072C6"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7"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7C4072C8"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9"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7C4072CA"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7C4072CB"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C"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7C4072CD" w14:textId="77777777" w:rsidR="00E902EC" w:rsidRPr="00D63D4B" w:rsidRDefault="0050159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180FE2">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7C4072CE"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7C4072C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7C4072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7C4072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7C4072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7C4072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7C4072D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7C4072D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7C4072D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7C4072D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C4072D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7C4072D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7C4072D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C4072D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7C4072D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7C4072D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7C4072D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7C4072D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C4072E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7C4072E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C4072E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7C4072E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C4072E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7C4072E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7C4072E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7C4072E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7C4072E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7C4072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7C4072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7C4072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7C4072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7C4072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7C4072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7C4072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7C4072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7C4072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7C4072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7C4072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7C4072F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7C4072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7C4072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7C4072F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7C4072F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7C4072F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7C4072F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7C4072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7C4072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7C4072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7C4072F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7C4072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7C4073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7C4073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7C4073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7C4073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7C407305" w14:textId="77777777" w:rsidR="00E902EC" w:rsidRPr="00126412" w:rsidRDefault="00E902EC" w:rsidP="00E902EC">
      <w:pPr>
        <w:spacing w:after="0" w:line="276" w:lineRule="auto"/>
        <w:ind w:left="567"/>
        <w:rPr>
          <w:rFonts w:eastAsia="Times New Roman" w:cs="Times New Roman"/>
          <w:lang w:eastAsia="cs-CZ"/>
        </w:rPr>
      </w:pPr>
    </w:p>
    <w:p w14:paraId="7C40730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7C4073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7C4073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7C4073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7C40730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7C4073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C4073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7C4073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4073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7C40730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7C4073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7C4073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7C4073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7C4073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7C4073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C4073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7C40731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7C407317"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7C40731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7C40731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7C40731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7C4073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7C4073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7C40731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7C40731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7C40731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7C40732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7C40732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7C4073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7C4073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7C4073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7C4073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7C4073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7C4073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7C40732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7C4073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7C4073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7C4073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7C4073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C40732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7C4073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7C4073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7C40733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7C4073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7C4073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7C407333"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7C40733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7C40733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7C4073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7C4073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C40733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7C40733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7C40733A"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7C40733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7C40733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7C40733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7C40733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C4073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7C4073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7C407341"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7C4073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C407343"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7C407344"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7C40734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7C40734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7C40734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7C40734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7C40734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7C40734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7C40734B"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7C4073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7C40734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7C4073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7C4073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7C4073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C407351"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7C4073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7C40735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7C4073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C40735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7C4073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7C4073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7C407358"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7C407359"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7C40735A"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C40735B"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7C40735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7C4073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7C40735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7C4073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7C4073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7C4073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7C4073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7C4073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7C4073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7C4073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7C4073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7C4073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7C4073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7C4073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7C4073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7C4073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7C40736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C4073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7C4073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7C407370"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7C4073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7C4073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7C40737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7C40737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7C40737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C40737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7C40737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C40737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7C40737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7C40737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7C40737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7C40737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7C4073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7C4073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7C4073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7C40738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C40738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7C40738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7C40738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7C40738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7C40738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C40738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7C40738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C40738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7C40738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7C40738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7C40738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C40738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7C4073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7C40738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7C40738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7C40739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C40739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7C40739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7C4073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C4073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C4073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7C40739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7C407397"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7C40739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7C4073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7C40739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7C4073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7C4073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7C4073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7C4073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7C40739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7C4073A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7C4073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7C4073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7C4073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7C4073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7C4073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C4073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4073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7C4073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7C4073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7C4073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7C4073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7C4073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4073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7C4073A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C4073A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C4073B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7C4073B1"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7C4073B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7C4073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7C4073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7C4073B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C4073B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7C4073B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C4073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C4073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C4073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7C4073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7C4073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7C4073B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7C4073B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C4073BF"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7C4073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7C4073C1"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7C4073C2"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7C4073C3"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7C4073C4"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7C4073C5"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7C4073C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7C4073C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7C4073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7C4073C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7C4073C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7C4073C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7C4073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7C4073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7C4073C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C4073C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7C4073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7C4073D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7C4073D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7C4073D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7C4073D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7C4073D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7C4073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C4073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7C4073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7C4073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7C4073DA"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C4073DB" w14:textId="77777777"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7C4073D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7C4073D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C4073DE"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7C4073D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7C4073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7C4073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7C4073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7C4073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C4073E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7C4073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7C4073E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7C4073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7C4073E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7C4073E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180FE2">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7C4073E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7C4073E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7C4073E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7C4073E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7C4073E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7C4073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7C4073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7C4073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7C4073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C4073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7C4073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7C4073F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C4073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7C4073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7C4073F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7C4073F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7C4073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7C4073FB"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7C4073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7C4073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7C4073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7C4073F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7C407400"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7C4074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C407402"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7C4074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7C40740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7C4074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C40740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7C40740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7C40740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7C40740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7C4074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7C4074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7C40740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7C40740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7C4074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7C40740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7C40741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7C407411"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7C40741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C407413" w14:textId="77777777" w:rsidR="00E902EC"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0DD71404"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F278B8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B1FC17B"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C4E81E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3ADB067D"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7F94B562"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06FF77DA"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1A5946E" w14:textId="77777777" w:rsidR="0080548D"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183BF636" w14:textId="77777777" w:rsidR="0080548D" w:rsidRPr="00126412" w:rsidRDefault="0080548D" w:rsidP="00E902EC">
      <w:pPr>
        <w:overflowPunct w:val="0"/>
        <w:autoSpaceDE w:val="0"/>
        <w:autoSpaceDN w:val="0"/>
        <w:adjustRightInd w:val="0"/>
        <w:spacing w:after="0" w:line="276" w:lineRule="auto"/>
        <w:textAlignment w:val="baseline"/>
        <w:rPr>
          <w:rFonts w:eastAsia="Times New Roman" w:cs="Times New Roman"/>
          <w:lang w:eastAsia="cs-CZ"/>
        </w:rPr>
      </w:pPr>
    </w:p>
    <w:p w14:paraId="597165B6" w14:textId="77777777" w:rsidR="0080548D" w:rsidRPr="0067331D" w:rsidRDefault="0080548D" w:rsidP="0080548D">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14:paraId="6E57D500" w14:textId="77777777" w:rsidR="0080548D" w:rsidRDefault="0080548D" w:rsidP="0080548D">
      <w:pPr>
        <w:keepLines/>
        <w:jc w:val="both"/>
        <w:rPr>
          <w:rFonts w:ascii="Calibri" w:hAnsi="Calibri"/>
          <w:b/>
          <w:sz w:val="22"/>
          <w:szCs w:val="22"/>
        </w:rPr>
      </w:pPr>
    </w:p>
    <w:p w14:paraId="3A9351B1" w14:textId="77777777" w:rsidR="0080548D" w:rsidRDefault="0080548D" w:rsidP="0080548D">
      <w:pPr>
        <w:keepLines/>
        <w:rPr>
          <w:b/>
        </w:rPr>
      </w:pPr>
    </w:p>
    <w:p w14:paraId="40B1D455" w14:textId="77777777" w:rsidR="0080548D" w:rsidRDefault="0080548D" w:rsidP="0080548D">
      <w:pPr>
        <w:keepLines/>
        <w:rPr>
          <w:b/>
        </w:rPr>
      </w:pPr>
    </w:p>
    <w:p w14:paraId="012BA357" w14:textId="77777777" w:rsidR="0080548D" w:rsidRDefault="0080548D" w:rsidP="0080548D">
      <w:pPr>
        <w:keepLines/>
        <w:rPr>
          <w:b/>
        </w:rPr>
      </w:pPr>
    </w:p>
    <w:p w14:paraId="0225E7A6" w14:textId="77777777" w:rsidR="0080548D" w:rsidRPr="000968B4" w:rsidRDefault="0080548D" w:rsidP="0080548D">
      <w:pPr>
        <w:keepLines/>
        <w:rPr>
          <w:rFonts w:ascii="Calibri" w:hAnsi="Calibri"/>
          <w:sz w:val="22"/>
          <w:szCs w:val="22"/>
        </w:rPr>
      </w:pPr>
      <w:r>
        <w:rPr>
          <w:b/>
        </w:rPr>
        <w:t>__________________________</w:t>
      </w:r>
      <w:r>
        <w:rPr>
          <w:b/>
        </w:rPr>
        <w:tab/>
      </w:r>
      <w:r>
        <w:rPr>
          <w:b/>
        </w:rPr>
        <w:tab/>
      </w:r>
      <w:r>
        <w:rPr>
          <w:b/>
        </w:rPr>
        <w:tab/>
        <w:t>__________________________</w:t>
      </w:r>
    </w:p>
    <w:p w14:paraId="033470C6" w14:textId="77777777" w:rsidR="0080548D" w:rsidRDefault="0080548D" w:rsidP="0080548D">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14:paraId="7C407414"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7C407415"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73809" w14:textId="77777777" w:rsidR="00501595" w:rsidRDefault="00501595" w:rsidP="00962258">
      <w:pPr>
        <w:spacing w:after="0" w:line="240" w:lineRule="auto"/>
      </w:pPr>
      <w:r>
        <w:separator/>
      </w:r>
    </w:p>
  </w:endnote>
  <w:endnote w:type="continuationSeparator" w:id="0">
    <w:p w14:paraId="4C111C3F" w14:textId="77777777" w:rsidR="00501595" w:rsidRDefault="005015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180FE2">
            <w:rPr>
              <w:b/>
              <w:noProof/>
              <w:color w:val="FF5200" w:themeColor="accent2"/>
            </w:rPr>
            <w:t>18</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180FE2">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180FE2">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180FE2">
            <w:rPr>
              <w:b/>
              <w:noProof/>
              <w:color w:val="FF5200" w:themeColor="accent2"/>
            </w:rPr>
            <w:t>2</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C66E3" w14:textId="77777777" w:rsidR="00501595" w:rsidRDefault="00501595" w:rsidP="00193398">
      <w:pPr>
        <w:spacing w:before="240" w:after="0" w:line="240" w:lineRule="auto"/>
      </w:pPr>
      <w:r>
        <w:separator/>
      </w:r>
    </w:p>
  </w:footnote>
  <w:footnote w:type="continuationSeparator" w:id="0">
    <w:p w14:paraId="18B28786" w14:textId="77777777" w:rsidR="00501595" w:rsidRDefault="00501595"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80FE2"/>
    <w:rsid w:val="00193398"/>
    <w:rsid w:val="0019468F"/>
    <w:rsid w:val="001B4E74"/>
    <w:rsid w:val="001F388A"/>
    <w:rsid w:val="00202613"/>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4F658F"/>
    <w:rsid w:val="00501595"/>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12C28"/>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D5C5C"/>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F7F1A00F-61CA-457E-B966-2FACB585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3</TotalTime>
  <Pages>2</Pages>
  <Words>8521</Words>
  <Characters>50277</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Komínek Karel, Ing.</cp:lastModifiedBy>
  <cp:revision>7</cp:revision>
  <cp:lastPrinted>2020-03-10T10:12:00Z</cp:lastPrinted>
  <dcterms:created xsi:type="dcterms:W3CDTF">2020-01-23T08:44:00Z</dcterms:created>
  <dcterms:modified xsi:type="dcterms:W3CDTF">2020-03-10T10:12:00Z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